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D6B03" wp14:editId="0F5A71FB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086D8783" w:rsidR="00071526" w:rsidRPr="00505553" w:rsidRDefault="00505553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505553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Hardware ou Software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086D8783" w:rsidR="00071526" w:rsidRPr="00505553" w:rsidRDefault="00505553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505553">
                        <w:rPr>
                          <w:rFonts w:ascii="Arial" w:hAnsi="Arial" w:cs="Arial"/>
                          <w:sz w:val="48"/>
                          <w:szCs w:val="48"/>
                        </w:rPr>
                        <w:t>Hardware ou Software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CF3A6" wp14:editId="1BD3756A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917B734" w14:textId="6E68EB78" w:rsidR="009058B4" w:rsidRDefault="00901861" w:rsidP="002975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C2B29">
        <w:rPr>
          <w:rFonts w:ascii="Arial" w:hAnsi="Arial" w:cs="Arial"/>
        </w:rPr>
        <w:t>.</w:t>
      </w:r>
      <w:r w:rsidR="009E6F80">
        <w:rPr>
          <w:rFonts w:ascii="Arial" w:hAnsi="Arial" w:cs="Arial"/>
        </w:rPr>
        <w:t xml:space="preserve"> </w:t>
      </w:r>
      <w:r w:rsidR="00360670">
        <w:rPr>
          <w:rFonts w:ascii="Arial" w:hAnsi="Arial" w:cs="Arial"/>
        </w:rPr>
        <w:t xml:space="preserve">Observa as imagens e </w:t>
      </w:r>
      <w:r w:rsidR="00A06FA7">
        <w:rPr>
          <w:rFonts w:ascii="Arial" w:hAnsi="Arial" w:cs="Arial"/>
        </w:rPr>
        <w:t>identifica o que é hardware ou o que é software.</w:t>
      </w:r>
    </w:p>
    <w:p w14:paraId="1F4CEDF3" w14:textId="77777777" w:rsidR="00297514" w:rsidRDefault="00297514" w:rsidP="0029751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page" w:horzAnchor="margin" w:tblpXSpec="center" w:tblpY="3662"/>
        <w:tblW w:w="11057" w:type="dxa"/>
        <w:tblLook w:val="04A0" w:firstRow="1" w:lastRow="0" w:firstColumn="1" w:lastColumn="0" w:noHBand="0" w:noVBand="1"/>
      </w:tblPr>
      <w:tblGrid>
        <w:gridCol w:w="1701"/>
        <w:gridCol w:w="3119"/>
        <w:gridCol w:w="2977"/>
        <w:gridCol w:w="3260"/>
      </w:tblGrid>
      <w:tr w:rsidR="003C4B36" w14:paraId="28BEFA94" w14:textId="77777777" w:rsidTr="003C4B36">
        <w:trPr>
          <w:trHeight w:val="916"/>
        </w:trPr>
        <w:tc>
          <w:tcPr>
            <w:tcW w:w="4820" w:type="dxa"/>
            <w:gridSpan w:val="2"/>
            <w:tcBorders>
              <w:top w:val="nil"/>
              <w:left w:val="nil"/>
            </w:tcBorders>
          </w:tcPr>
          <w:p w14:paraId="0BB77ADF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18F1834C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Hardware ou Software?</w:t>
            </w:r>
          </w:p>
        </w:tc>
        <w:tc>
          <w:tcPr>
            <w:tcW w:w="3260" w:type="dxa"/>
            <w:vAlign w:val="center"/>
          </w:tcPr>
          <w:p w14:paraId="0446BCA0" w14:textId="4A1E5480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é hardware, está dentro ou fora do computador</w:t>
            </w:r>
            <w:r w:rsidR="00A06FA7">
              <w:rPr>
                <w:rFonts w:ascii="Arial" w:hAnsi="Arial" w:cs="Arial"/>
              </w:rPr>
              <w:t>?</w:t>
            </w:r>
          </w:p>
        </w:tc>
      </w:tr>
      <w:tr w:rsidR="003C4B36" w14:paraId="4353865C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419FB8F0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Netflix</w:t>
            </w:r>
          </w:p>
        </w:tc>
        <w:tc>
          <w:tcPr>
            <w:tcW w:w="3119" w:type="dxa"/>
          </w:tcPr>
          <w:p w14:paraId="2786995E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0528" behindDoc="0" locked="0" layoutInCell="1" allowOverlap="1" wp14:anchorId="48677B3E" wp14:editId="0C7E4C5A">
                  <wp:simplePos x="0" y="0"/>
                  <wp:positionH relativeFrom="column">
                    <wp:posOffset>320719</wp:posOffset>
                  </wp:positionH>
                  <wp:positionV relativeFrom="paragraph">
                    <wp:posOffset>168910</wp:posOffset>
                  </wp:positionV>
                  <wp:extent cx="1170773" cy="562185"/>
                  <wp:effectExtent l="0" t="0" r="0" b="0"/>
                  <wp:wrapNone/>
                  <wp:docPr id="6" name="Imagem 6" descr="Logotipo de Netflix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6" descr="Logotipo de Netflix 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rcRect l="17721" t="26407" r="17450" b="26856"/>
                          <a:stretch/>
                        </pic:blipFill>
                        <pic:spPr bwMode="auto">
                          <a:xfrm>
                            <a:off x="0" y="0"/>
                            <a:ext cx="1170773" cy="562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71B67E3E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115FB3A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761920E2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76564A4A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</w:t>
            </w:r>
          </w:p>
        </w:tc>
        <w:tc>
          <w:tcPr>
            <w:tcW w:w="3119" w:type="dxa"/>
          </w:tcPr>
          <w:p w14:paraId="676D0080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40839D56" wp14:editId="18A4E82E">
                  <wp:simplePos x="0" y="0"/>
                  <wp:positionH relativeFrom="column">
                    <wp:posOffset>598214</wp:posOffset>
                  </wp:positionH>
                  <wp:positionV relativeFrom="paragraph">
                    <wp:posOffset>62865</wp:posOffset>
                  </wp:positionV>
                  <wp:extent cx="615600" cy="718431"/>
                  <wp:effectExtent l="0" t="0" r="0" b="0"/>
                  <wp:wrapNone/>
                  <wp:docPr id="1" name="Imagem 1" descr="Download Monitor Png HQ PNG Image | FreePNG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Download Monitor Png HQ PNG Image | FreePNGIm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600" cy="718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5BB92602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68F41010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30703318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3D0F6D98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Google Chrome</w:t>
            </w:r>
          </w:p>
        </w:tc>
        <w:tc>
          <w:tcPr>
            <w:tcW w:w="3119" w:type="dxa"/>
          </w:tcPr>
          <w:p w14:paraId="13EC44DA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0" locked="0" layoutInCell="1" allowOverlap="1" wp14:anchorId="3946F5DB" wp14:editId="73789BF0">
                  <wp:simplePos x="0" y="0"/>
                  <wp:positionH relativeFrom="column">
                    <wp:posOffset>621709</wp:posOffset>
                  </wp:positionH>
                  <wp:positionV relativeFrom="paragraph">
                    <wp:posOffset>195580</wp:posOffset>
                  </wp:positionV>
                  <wp:extent cx="564022" cy="564022"/>
                  <wp:effectExtent l="0" t="0" r="0" b="0"/>
                  <wp:wrapNone/>
                  <wp:docPr id="4" name="Imagem 4" descr="Google Chrome Logotipo Navegador - Gráfico vetorial grátis no Pixab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4" descr="Google Chrome Logotipo Navegador - Gráfico vetorial grátis no Pixabay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022" cy="564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A1A107F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4F7C5E9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7B1032BE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5B64E314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Microfone</w:t>
            </w:r>
          </w:p>
        </w:tc>
        <w:tc>
          <w:tcPr>
            <w:tcW w:w="3119" w:type="dxa"/>
          </w:tcPr>
          <w:p w14:paraId="48685B6B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672B680E" wp14:editId="67450DAB">
                  <wp:simplePos x="0" y="0"/>
                  <wp:positionH relativeFrom="column">
                    <wp:posOffset>757599</wp:posOffset>
                  </wp:positionH>
                  <wp:positionV relativeFrom="paragraph">
                    <wp:posOffset>90805</wp:posOffset>
                  </wp:positionV>
                  <wp:extent cx="294640" cy="692150"/>
                  <wp:effectExtent l="0" t="0" r="0" b="6350"/>
                  <wp:wrapNone/>
                  <wp:docPr id="38" name="Imagem 38" descr="Microphone PNG Transparent Images | PNG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m 38" descr="Microphone PNG Transparent Images | PNG All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4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6687F9F3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98CD691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7F033048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37779A76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 w:rsidRPr="003C4B36">
              <w:rPr>
                <w:rFonts w:ascii="Arial" w:hAnsi="Arial" w:cs="Arial"/>
              </w:rPr>
              <w:t>Instagram</w:t>
            </w:r>
          </w:p>
        </w:tc>
        <w:tc>
          <w:tcPr>
            <w:tcW w:w="3119" w:type="dxa"/>
          </w:tcPr>
          <w:p w14:paraId="026D6907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1552" behindDoc="0" locked="0" layoutInCell="1" allowOverlap="1" wp14:anchorId="4E9A4E6C" wp14:editId="0A4BFF76">
                  <wp:simplePos x="0" y="0"/>
                  <wp:positionH relativeFrom="column">
                    <wp:posOffset>584879</wp:posOffset>
                  </wp:positionH>
                  <wp:positionV relativeFrom="paragraph">
                    <wp:posOffset>99695</wp:posOffset>
                  </wp:positionV>
                  <wp:extent cx="632389" cy="632389"/>
                  <wp:effectExtent l="0" t="0" r="3175" b="3175"/>
                  <wp:wrapNone/>
                  <wp:docPr id="10" name="Imagem 10" descr="Instagram – Wikiped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m 10" descr="Instagram – Wikipedie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389" cy="632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3A62E1F3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E82E7CA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4F4633D1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38603CC2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Colunas</w:t>
            </w:r>
          </w:p>
        </w:tc>
        <w:tc>
          <w:tcPr>
            <w:tcW w:w="3119" w:type="dxa"/>
          </w:tcPr>
          <w:p w14:paraId="5F07A907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6432" behindDoc="0" locked="0" layoutInCell="1" allowOverlap="1" wp14:anchorId="184D71F9" wp14:editId="3B38AD7C">
                  <wp:simplePos x="0" y="0"/>
                  <wp:positionH relativeFrom="column">
                    <wp:posOffset>492804</wp:posOffset>
                  </wp:positionH>
                  <wp:positionV relativeFrom="paragraph">
                    <wp:posOffset>140970</wp:posOffset>
                  </wp:positionV>
                  <wp:extent cx="825500" cy="678180"/>
                  <wp:effectExtent l="0" t="0" r="0" b="0"/>
                  <wp:wrapNone/>
                  <wp:docPr id="35" name="Imagem 35" descr="Audio Speakers PNG Transparent Images | PNG 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m 35" descr="Audio Speakers PNG Transparent Images | PNG All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43EC677B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F4AAFC6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3C4B36" w14:paraId="2E8BE89C" w14:textId="77777777" w:rsidTr="003C4B36">
        <w:trPr>
          <w:trHeight w:val="1418"/>
        </w:trPr>
        <w:tc>
          <w:tcPr>
            <w:tcW w:w="1701" w:type="dxa"/>
            <w:vAlign w:val="center"/>
          </w:tcPr>
          <w:p w14:paraId="533EC08D" w14:textId="77777777" w:rsidR="003C4B36" w:rsidRDefault="003C4B36" w:rsidP="003C4B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Microchip</w:t>
            </w:r>
          </w:p>
        </w:tc>
        <w:tc>
          <w:tcPr>
            <w:tcW w:w="3119" w:type="dxa"/>
          </w:tcPr>
          <w:p w14:paraId="296DC315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2576" behindDoc="0" locked="0" layoutInCell="1" allowOverlap="1" wp14:anchorId="7CB74813" wp14:editId="4F900F53">
                  <wp:simplePos x="0" y="0"/>
                  <wp:positionH relativeFrom="column">
                    <wp:posOffset>605199</wp:posOffset>
                  </wp:positionH>
                  <wp:positionV relativeFrom="paragraph">
                    <wp:posOffset>233680</wp:posOffset>
                  </wp:positionV>
                  <wp:extent cx="598063" cy="461010"/>
                  <wp:effectExtent l="0" t="0" r="0" b="0"/>
                  <wp:wrapNone/>
                  <wp:docPr id="13" name="Imagem 13" descr="electronics, circuit, chip, microchip, capacitor, electronics industry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m 13" descr="electronics, circuit, chip, microchip, capacitor, electronics industry ...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0"/>
                              </a:ext>
                            </a:extLst>
                          </a:blip>
                          <a:srcRect l="16155" t="20211" r="20876" b="15400"/>
                          <a:stretch/>
                        </pic:blipFill>
                        <pic:spPr bwMode="auto">
                          <a:xfrm>
                            <a:off x="0" y="0"/>
                            <a:ext cx="598063" cy="461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72E1B8A5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8757EBC" w14:textId="77777777" w:rsidR="003C4B36" w:rsidRDefault="003C4B36" w:rsidP="003C4B3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29F128C0" w14:textId="7AFD3AB0" w:rsidR="00140432" w:rsidRPr="00EE47B9" w:rsidRDefault="00140432" w:rsidP="00140432">
      <w:pPr>
        <w:spacing w:line="360" w:lineRule="auto"/>
        <w:jc w:val="both"/>
        <w:rPr>
          <w:rFonts w:ascii="Arial" w:hAnsi="Arial" w:cs="Arial"/>
        </w:rPr>
      </w:pPr>
    </w:p>
    <w:sectPr w:rsidR="00140432" w:rsidRPr="00EE47B9" w:rsidSect="002A7740">
      <w:footerReference w:type="default" r:id="rId21"/>
      <w:footerReference w:type="first" r:id="rId22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E30" w14:textId="77777777" w:rsidR="00E12269" w:rsidRDefault="00E12269" w:rsidP="00071526">
      <w:r>
        <w:separator/>
      </w:r>
    </w:p>
  </w:endnote>
  <w:endnote w:type="continuationSeparator" w:id="0">
    <w:p w14:paraId="577A9E91" w14:textId="77777777" w:rsidR="00E12269" w:rsidRDefault="00E12269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7E917011" w:rsidR="0035214F" w:rsidRPr="00F43646" w:rsidRDefault="00F43646" w:rsidP="0035214F">
    <w:pPr>
      <w:pStyle w:val="Rodap"/>
      <w:pBdr>
        <w:top w:val="single" w:sz="48" w:space="1" w:color="1F628E"/>
      </w:pBdr>
    </w:pPr>
    <w:r w:rsidRPr="00F43646">
      <w:t>Hardware ou Software</w:t>
    </w:r>
  </w:p>
  <w:p w14:paraId="7D215F7B" w14:textId="387FCC2B" w:rsidR="0035214F" w:rsidRDefault="00F43646">
    <w:pPr>
      <w:pStyle w:val="Rodap"/>
    </w:pPr>
    <w:r>
      <w:t>3</w:t>
    </w:r>
    <w:r w:rsidR="0035214F">
      <w:t xml:space="preserve">.º / </w:t>
    </w:r>
    <w:r>
      <w:t>4</w:t>
    </w:r>
    <w:r w:rsidR="0035214F">
      <w:t xml:space="preserve">.º Ano | </w:t>
    </w:r>
    <w:r w:rsidR="00765409" w:rsidRPr="00765409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EE6F5" w14:textId="77777777" w:rsidR="00E12269" w:rsidRDefault="00E12269" w:rsidP="00071526">
      <w:r>
        <w:separator/>
      </w:r>
    </w:p>
  </w:footnote>
  <w:footnote w:type="continuationSeparator" w:id="0">
    <w:p w14:paraId="6D41DB0D" w14:textId="77777777" w:rsidR="00E12269" w:rsidRDefault="00E12269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BF0"/>
    <w:rsid w:val="001F4D9B"/>
    <w:rsid w:val="001F5205"/>
    <w:rsid w:val="002058B1"/>
    <w:rsid w:val="00237EFF"/>
    <w:rsid w:val="002578E6"/>
    <w:rsid w:val="00274B41"/>
    <w:rsid w:val="0029238C"/>
    <w:rsid w:val="00297514"/>
    <w:rsid w:val="002A7740"/>
    <w:rsid w:val="002B6229"/>
    <w:rsid w:val="003039D7"/>
    <w:rsid w:val="00314B31"/>
    <w:rsid w:val="003377C3"/>
    <w:rsid w:val="00340B78"/>
    <w:rsid w:val="0035214F"/>
    <w:rsid w:val="00356E37"/>
    <w:rsid w:val="00360670"/>
    <w:rsid w:val="00384D0A"/>
    <w:rsid w:val="00387D60"/>
    <w:rsid w:val="003C4B36"/>
    <w:rsid w:val="00402EAE"/>
    <w:rsid w:val="00417D80"/>
    <w:rsid w:val="00423A0A"/>
    <w:rsid w:val="004348CD"/>
    <w:rsid w:val="0044558A"/>
    <w:rsid w:val="004A1C06"/>
    <w:rsid w:val="004D0F77"/>
    <w:rsid w:val="004D671D"/>
    <w:rsid w:val="00503E78"/>
    <w:rsid w:val="00505553"/>
    <w:rsid w:val="00567F3D"/>
    <w:rsid w:val="005D0521"/>
    <w:rsid w:val="005F0D35"/>
    <w:rsid w:val="00646F3F"/>
    <w:rsid w:val="006D77FC"/>
    <w:rsid w:val="006E53B4"/>
    <w:rsid w:val="00705C8C"/>
    <w:rsid w:val="00723B6A"/>
    <w:rsid w:val="007348B5"/>
    <w:rsid w:val="00763354"/>
    <w:rsid w:val="00765409"/>
    <w:rsid w:val="00771955"/>
    <w:rsid w:val="00781BD4"/>
    <w:rsid w:val="00791C3A"/>
    <w:rsid w:val="00797BAB"/>
    <w:rsid w:val="007D406E"/>
    <w:rsid w:val="007D42EF"/>
    <w:rsid w:val="00806FCA"/>
    <w:rsid w:val="00822678"/>
    <w:rsid w:val="00830C52"/>
    <w:rsid w:val="0084498A"/>
    <w:rsid w:val="00874014"/>
    <w:rsid w:val="008879E1"/>
    <w:rsid w:val="008B1ACB"/>
    <w:rsid w:val="008B5BC8"/>
    <w:rsid w:val="008B6968"/>
    <w:rsid w:val="008C634A"/>
    <w:rsid w:val="008F344A"/>
    <w:rsid w:val="00901861"/>
    <w:rsid w:val="009018E9"/>
    <w:rsid w:val="009058B4"/>
    <w:rsid w:val="009073E3"/>
    <w:rsid w:val="009226D2"/>
    <w:rsid w:val="00924B8A"/>
    <w:rsid w:val="0099116D"/>
    <w:rsid w:val="009943D8"/>
    <w:rsid w:val="009A025D"/>
    <w:rsid w:val="009B28C9"/>
    <w:rsid w:val="009C019E"/>
    <w:rsid w:val="009C0401"/>
    <w:rsid w:val="009C6F55"/>
    <w:rsid w:val="009D3609"/>
    <w:rsid w:val="009D48BC"/>
    <w:rsid w:val="009E6F80"/>
    <w:rsid w:val="00A0494E"/>
    <w:rsid w:val="00A06FA7"/>
    <w:rsid w:val="00A2275F"/>
    <w:rsid w:val="00A32F0C"/>
    <w:rsid w:val="00A55530"/>
    <w:rsid w:val="00AA240D"/>
    <w:rsid w:val="00AC2B29"/>
    <w:rsid w:val="00AC5F64"/>
    <w:rsid w:val="00AC65C9"/>
    <w:rsid w:val="00AF31BB"/>
    <w:rsid w:val="00AF7C3C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7634"/>
    <w:rsid w:val="00CD1AAC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12269"/>
    <w:rsid w:val="00E21C6A"/>
    <w:rsid w:val="00E548DF"/>
    <w:rsid w:val="00ED6F5C"/>
    <w:rsid w:val="00EE04A7"/>
    <w:rsid w:val="00EE47B9"/>
    <w:rsid w:val="00EF6588"/>
    <w:rsid w:val="00F079D9"/>
    <w:rsid w:val="00F2216F"/>
    <w:rsid w:val="00F275F5"/>
    <w:rsid w:val="00F365E0"/>
    <w:rsid w:val="00F43646"/>
    <w:rsid w:val="00F7419B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705C8C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05C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ngimg.es/download/93579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pngall.com/audio-speakers-png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pixabay.com/pt/vectors/google-chrome-logotipo-navegador-1326908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cs.wikipedia.org/wiki/Instagram" TargetMode="External"/><Relationship Id="rId20" Type="http://schemas.openxmlformats.org/officeDocument/2006/relationships/hyperlink" Target="https://www.pxfuel.com/en/free-photo-odnnq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freepngimg.com/png/15013-monitor-pn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pngall.com/microphone-png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11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4</cp:revision>
  <dcterms:created xsi:type="dcterms:W3CDTF">2022-05-24T12:24:00Z</dcterms:created>
  <dcterms:modified xsi:type="dcterms:W3CDTF">2022-05-24T12:37:00Z</dcterms:modified>
</cp:coreProperties>
</file>